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43A79" w14:textId="13C57242" w:rsidR="00E66A33" w:rsidRPr="00C632A7" w:rsidRDefault="003C539B" w:rsidP="00E66A33">
      <w:pPr>
        <w:pStyle w:val="berschrift1"/>
      </w:pPr>
      <w:r>
        <w:t>Veränderungen im Verwaltungsrat</w:t>
      </w:r>
    </w:p>
    <w:p w14:paraId="3AE41AC2" w14:textId="4762856C" w:rsidR="009C7261" w:rsidRPr="00C632A7" w:rsidRDefault="008F06B4" w:rsidP="009C7261">
      <w:pPr>
        <w:pStyle w:val="berschrift2"/>
      </w:pPr>
      <w:r>
        <w:t xml:space="preserve">Jüngere Generation vertritt </w:t>
      </w:r>
      <w:r w:rsidR="00EA13C3">
        <w:t>Gesellschafterf</w:t>
      </w:r>
      <w:r>
        <w:t>amilie</w:t>
      </w:r>
      <w:r w:rsidR="002361F3">
        <w:t xml:space="preserve"> </w:t>
      </w:r>
      <w:r w:rsidR="00436CB4">
        <w:t>der Endress+Hauser Gruppe</w:t>
      </w:r>
    </w:p>
    <w:p w14:paraId="625A1364" w14:textId="5922F02D" w:rsidR="00DE5707" w:rsidRDefault="00436CB4" w:rsidP="00C17E67">
      <w:r>
        <w:t xml:space="preserve">Der Verwaltungsrat der Endress+Hauser Gruppe hat sich neu aufgestellt. Zum </w:t>
      </w:r>
      <w:r w:rsidR="00A8695C">
        <w:t>1. Januar 2024</w:t>
      </w:r>
      <w:r>
        <w:t xml:space="preserve"> hat </w:t>
      </w:r>
      <w:r w:rsidR="006921B8">
        <w:t xml:space="preserve">Matthias Altendorf als neuer Präsident des Verwaltungsrats seine Arbeit aufgenommen. </w:t>
      </w:r>
      <w:r w:rsidR="00EC3BF9">
        <w:t xml:space="preserve">Sein Vorgänger </w:t>
      </w:r>
      <w:r w:rsidR="006921B8">
        <w:t xml:space="preserve">Dr. h. c. Klaus Endress </w:t>
      </w:r>
      <w:r w:rsidR="00A8695C">
        <w:t>hat</w:t>
      </w:r>
      <w:r w:rsidR="002B195B">
        <w:t xml:space="preserve"> sich </w:t>
      </w:r>
      <w:r w:rsidR="00A8695C">
        <w:t xml:space="preserve">wie angekündigt </w:t>
      </w:r>
      <w:r w:rsidR="006921B8">
        <w:t xml:space="preserve">Ende 2023 </w:t>
      </w:r>
      <w:r w:rsidR="002B195B">
        <w:t xml:space="preserve">aus der aktiven Mitarbeit im Unternehmen zurückgezogen. </w:t>
      </w:r>
      <w:r w:rsidR="00DE5707">
        <w:t>Er bleibt Vorsitzender des Familienrats der Familie Endress.</w:t>
      </w:r>
    </w:p>
    <w:p w14:paraId="5A1F1710" w14:textId="52733066" w:rsidR="00876F10" w:rsidRDefault="00876F10" w:rsidP="00876F10">
      <w:pPr>
        <w:pStyle w:val="Texttitle"/>
      </w:pPr>
      <w:r>
        <w:t>Sandra Genge und Steven Endress vertreten Interessen der Familie</w:t>
      </w:r>
    </w:p>
    <w:p w14:paraId="718A4873" w14:textId="3C7470FB" w:rsidR="009749E6" w:rsidRDefault="00DE5707" w:rsidP="00C17E67">
      <w:r>
        <w:t>Die Gesellschafterfamilie wird weiterhin durch zwei Mitglieder im Verwaltungsrat vertreten. Neben Sandra Genge</w:t>
      </w:r>
      <w:r w:rsidR="003973AD">
        <w:t xml:space="preserve">, die </w:t>
      </w:r>
      <w:r w:rsidR="00D405EE">
        <w:t xml:space="preserve">seit </w:t>
      </w:r>
      <w:r w:rsidR="003973AD">
        <w:t>202</w:t>
      </w:r>
      <w:r w:rsidR="00772081">
        <w:t>2</w:t>
      </w:r>
      <w:r>
        <w:t xml:space="preserve"> </w:t>
      </w:r>
      <w:r w:rsidR="00D405EE">
        <w:t xml:space="preserve">Verwaltungsrätin ist, </w:t>
      </w:r>
      <w:r w:rsidR="003973AD">
        <w:t xml:space="preserve">nimmt </w:t>
      </w:r>
      <w:r w:rsidR="00D405EE">
        <w:t xml:space="preserve">dort seit 1. Januar 2024 auch Steven Endress die Interessen der Familie wahr. </w:t>
      </w:r>
      <w:r w:rsidR="00C3674F">
        <w:t xml:space="preserve">Beide sind Enkel des Firmengründers Dr. h. c. Georg H. Endress und seiner Frau Alice Endress-Vogt. </w:t>
      </w:r>
      <w:r w:rsidR="009749E6">
        <w:t xml:space="preserve">Neuer Vizepräsident des Verwaltungsrats ist seit Jahresbeginn Mathis Büttiker, der dem Gremium seit </w:t>
      </w:r>
      <w:r w:rsidR="002E166A">
        <w:t>2017</w:t>
      </w:r>
      <w:r w:rsidR="009749E6">
        <w:t xml:space="preserve"> angehört.</w:t>
      </w:r>
    </w:p>
    <w:p w14:paraId="37D1BBFA" w14:textId="77777777" w:rsidR="00772081" w:rsidRDefault="00772081" w:rsidP="00772081">
      <w:pPr>
        <w:pStyle w:val="Texttitle"/>
      </w:pPr>
      <w:r>
        <w:t>Thomas Bachmann folgt auf Dr. Hans Jakob Roth</w:t>
      </w:r>
    </w:p>
    <w:p w14:paraId="641543AC" w14:textId="680B4300" w:rsidR="009749E6" w:rsidRDefault="003021CD" w:rsidP="008E3869">
      <w:r>
        <w:t xml:space="preserve">Mit Wirkung vom 15. April 2024 ist es zu einem weiteren Wechsel im Verwaltungsrat gekommen. </w:t>
      </w:r>
      <w:r w:rsidR="00945E9E">
        <w:t xml:space="preserve">Dr. Hans Jakob Roth </w:t>
      </w:r>
      <w:r w:rsidR="00695D83">
        <w:t>hat</w:t>
      </w:r>
      <w:r w:rsidR="00945E9E">
        <w:t xml:space="preserve"> auf eigenen Wunsch </w:t>
      </w:r>
      <w:r w:rsidR="00695D83">
        <w:t>das</w:t>
      </w:r>
      <w:r w:rsidR="00945E9E">
        <w:t xml:space="preserve"> Gremium </w:t>
      </w:r>
      <w:r w:rsidR="00695D83">
        <w:t>verlassen</w:t>
      </w:r>
      <w:r w:rsidR="00945E9E">
        <w:t xml:space="preserve">. </w:t>
      </w:r>
      <w:r w:rsidR="0020044E">
        <w:t xml:space="preserve">Der Asien-Experte </w:t>
      </w:r>
      <w:r w:rsidR="00945E9E">
        <w:t xml:space="preserve">wird </w:t>
      </w:r>
      <w:r w:rsidR="0020044E">
        <w:t xml:space="preserve">Endress+Hauser </w:t>
      </w:r>
      <w:r w:rsidR="008E2914">
        <w:t>künftig</w:t>
      </w:r>
      <w:r w:rsidR="0020044E">
        <w:t xml:space="preserve"> beratend unterstützen. </w:t>
      </w:r>
      <w:r w:rsidR="008E3869">
        <w:t xml:space="preserve">Neu in den Verwaltungsrat berufen wurde </w:t>
      </w:r>
      <w:r w:rsidR="0020044E">
        <w:t>Thomas Ba</w:t>
      </w:r>
      <w:r w:rsidR="00516766">
        <w:t>ch</w:t>
      </w:r>
      <w:r w:rsidR="0020044E">
        <w:t>mann (</w:t>
      </w:r>
      <w:r w:rsidR="00772081">
        <w:t>Jahrgang 1959</w:t>
      </w:r>
      <w:r w:rsidR="002E166A">
        <w:t>)</w:t>
      </w:r>
      <w:r w:rsidR="005B19BD">
        <w:t xml:space="preserve">. Der </w:t>
      </w:r>
      <w:r w:rsidR="00A422ED">
        <w:t xml:space="preserve">studierte Maschinenbauer ist </w:t>
      </w:r>
      <w:r w:rsidR="005B19BD">
        <w:t>Schweizer Staatsbürger</w:t>
      </w:r>
      <w:r w:rsidR="00B8580C">
        <w:t>. Er</w:t>
      </w:r>
      <w:r w:rsidR="00A422ED">
        <w:t xml:space="preserve"> </w:t>
      </w:r>
      <w:r w:rsidR="00901213">
        <w:t xml:space="preserve">verfügt über </w:t>
      </w:r>
      <w:r w:rsidR="00901213" w:rsidRPr="00901213">
        <w:t>langjährige Erfahrung als CEO in internationalen Familien</w:t>
      </w:r>
      <w:r w:rsidR="00901213">
        <w:t>unternehmen</w:t>
      </w:r>
      <w:r w:rsidR="00901213" w:rsidRPr="00901213">
        <w:t xml:space="preserve"> und </w:t>
      </w:r>
      <w:r w:rsidR="00901213">
        <w:t>b</w:t>
      </w:r>
      <w:r w:rsidR="00901213" w:rsidRPr="00901213">
        <w:t>örsen</w:t>
      </w:r>
      <w:r w:rsidR="00901213">
        <w:t>n</w:t>
      </w:r>
      <w:r w:rsidR="00901213" w:rsidRPr="00901213">
        <w:t>otierten Industrie</w:t>
      </w:r>
      <w:r w:rsidR="00901213">
        <w:t>konzernen</w:t>
      </w:r>
      <w:r w:rsidR="00624F65" w:rsidRPr="00624F65">
        <w:t>.</w:t>
      </w:r>
    </w:p>
    <w:p w14:paraId="017DA081" w14:textId="629CCE44" w:rsidR="00755A91" w:rsidRPr="00C632A7" w:rsidRDefault="00E66A33" w:rsidP="00400174">
      <w:r w:rsidRPr="00C632A7">
        <w:br w:type="page"/>
      </w:r>
    </w:p>
    <w:p w14:paraId="59A806AE" w14:textId="77777777" w:rsidR="004A60FB" w:rsidRDefault="004A60FB" w:rsidP="004A60FB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1E151B80" w14:textId="77777777" w:rsidR="004A60FB" w:rsidRPr="004E5590" w:rsidRDefault="004A60FB" w:rsidP="004A60FB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4E5590">
        <w:rPr>
          <w:szCs w:val="22"/>
        </w:rPr>
        <w:t>Automatisierungstechnik für Prozess und Labor. Das Familienunternehmen mit Sitz in Reinach/Schweiz erzielte 202</w:t>
      </w:r>
      <w:r>
        <w:rPr>
          <w:szCs w:val="22"/>
        </w:rPr>
        <w:t>3</w:t>
      </w:r>
      <w:r w:rsidRPr="004E5590">
        <w:rPr>
          <w:szCs w:val="22"/>
        </w:rPr>
        <w:t xml:space="preserve"> mit </w:t>
      </w:r>
      <w:r>
        <w:rPr>
          <w:szCs w:val="22"/>
        </w:rPr>
        <w:t>annähernd</w:t>
      </w:r>
      <w:r w:rsidRPr="004E5590">
        <w:rPr>
          <w:szCs w:val="22"/>
        </w:rPr>
        <w:t xml:space="preserve"> 1</w:t>
      </w:r>
      <w:r>
        <w:rPr>
          <w:szCs w:val="22"/>
        </w:rPr>
        <w:t>7</w:t>
      </w:r>
      <w:r w:rsidRPr="004E5590">
        <w:rPr>
          <w:szCs w:val="22"/>
        </w:rPr>
        <w:t xml:space="preserve">.000 Beschäftigten </w:t>
      </w:r>
      <w:r>
        <w:rPr>
          <w:szCs w:val="22"/>
        </w:rPr>
        <w:t>mehr als</w:t>
      </w:r>
      <w:r w:rsidRPr="004E5590">
        <w:rPr>
          <w:szCs w:val="22"/>
        </w:rPr>
        <w:t xml:space="preserve"> 3,</w:t>
      </w:r>
      <w:r>
        <w:rPr>
          <w:szCs w:val="22"/>
        </w:rPr>
        <w:t>7</w:t>
      </w:r>
      <w:r w:rsidRPr="004E5590">
        <w:rPr>
          <w:szCs w:val="22"/>
        </w:rPr>
        <w:t xml:space="preserve"> Milliarden Euro Umsatz. </w:t>
      </w:r>
    </w:p>
    <w:p w14:paraId="2ACCD29F" w14:textId="77777777" w:rsidR="004A60FB" w:rsidRPr="004E5590" w:rsidRDefault="004A60FB" w:rsidP="004A60FB">
      <w:pPr>
        <w:rPr>
          <w:color w:val="auto"/>
          <w:szCs w:val="22"/>
        </w:rPr>
      </w:pPr>
      <w:r w:rsidRPr="004E5590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4E5590">
        <w:rPr>
          <w:color w:val="auto"/>
          <w:szCs w:val="22"/>
        </w:rPr>
        <w:t>n. So können sie ihre Produkte verbessern, wirtschaftlich arbeiten und zugleich Mensch und Umwelt schützen.</w:t>
      </w:r>
    </w:p>
    <w:p w14:paraId="0EB8DE6E" w14:textId="77777777" w:rsidR="004A60FB" w:rsidRPr="004E5590" w:rsidRDefault="004A60FB" w:rsidP="004A60FB">
      <w:pPr>
        <w:rPr>
          <w:szCs w:val="22"/>
        </w:rPr>
      </w:pPr>
      <w:r w:rsidRPr="004E5590">
        <w:rPr>
          <w:color w:val="auto"/>
          <w:szCs w:val="22"/>
        </w:rPr>
        <w:t>Endress+Hauser ist weltweit ein verlässlicher Partner. Eigene Vertriebsgesellsc</w:t>
      </w:r>
      <w:r w:rsidRPr="004E5590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6539CC12" w14:textId="77777777" w:rsidR="004A60FB" w:rsidRPr="00BE3497" w:rsidRDefault="004A60FB" w:rsidP="004A60FB">
      <w:pPr>
        <w:rPr>
          <w:color w:val="auto"/>
          <w:szCs w:val="22"/>
        </w:rPr>
      </w:pPr>
      <w:r w:rsidRPr="004E5590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4E5590">
        <w:rPr>
          <w:color w:val="auto"/>
          <w:szCs w:val="22"/>
        </w:rPr>
        <w:t>. 8.</w:t>
      </w:r>
      <w:r>
        <w:rPr>
          <w:color w:val="auto"/>
          <w:szCs w:val="22"/>
        </w:rPr>
        <w:t>9</w:t>
      </w:r>
      <w:r w:rsidRPr="004E5590">
        <w:rPr>
          <w:color w:val="auto"/>
          <w:szCs w:val="22"/>
        </w:rPr>
        <w:t>00 Patente und Anmeldungen sch</w:t>
      </w:r>
      <w:r w:rsidRPr="00BE3497">
        <w:rPr>
          <w:color w:val="auto"/>
          <w:szCs w:val="22"/>
        </w:rPr>
        <w:t>ützen das geistige Eigentum.</w:t>
      </w:r>
    </w:p>
    <w:p w14:paraId="7556AB86" w14:textId="77777777" w:rsidR="004A60FB" w:rsidRDefault="004A60FB" w:rsidP="004A60FB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18FF1D7B" w14:textId="77777777" w:rsidR="004A60FB" w:rsidRDefault="004A60FB" w:rsidP="004A60FB"/>
    <w:p w14:paraId="0E1ABD72" w14:textId="77777777" w:rsidR="004A60FB" w:rsidRDefault="004A60FB" w:rsidP="004A60FB">
      <w:pPr>
        <w:pStyle w:val="TitelimText"/>
      </w:pPr>
      <w:r>
        <w:t>Kontakt</w:t>
      </w:r>
    </w:p>
    <w:p w14:paraId="503678C8" w14:textId="0179802E" w:rsidR="00B0795C" w:rsidRPr="00C45112" w:rsidRDefault="004A60FB" w:rsidP="004A60FB">
      <w:pPr>
        <w:tabs>
          <w:tab w:val="left" w:pos="4820"/>
          <w:tab w:val="left" w:pos="5670"/>
        </w:tabs>
      </w:pPr>
      <w:r>
        <w:t>Martin Raab</w:t>
      </w:r>
      <w:r>
        <w:tab/>
        <w:t>E-Mail</w:t>
      </w:r>
      <w:r>
        <w:tab/>
        <w:t>martin.raab@endress.com</w:t>
      </w:r>
      <w:r>
        <w:br/>
        <w:t xml:space="preserve">Group Media </w:t>
      </w:r>
      <w:proofErr w:type="spellStart"/>
      <w:r>
        <w:t>Spokesperson</w:t>
      </w:r>
      <w:proofErr w:type="spellEnd"/>
      <w:r>
        <w:tab/>
        <w:t>Telefon</w:t>
      </w:r>
      <w:r>
        <w:tab/>
        <w:t>+41 61 715 7722</w:t>
      </w:r>
      <w:r>
        <w:br/>
        <w:t>Endress+Hauser AG</w:t>
      </w:r>
      <w:r>
        <w:tab/>
        <w:t xml:space="preserve">Fax </w:t>
      </w:r>
      <w:r>
        <w:tab/>
        <w:t>+41 61 715 2888</w:t>
      </w:r>
      <w:r>
        <w:br/>
        <w:t>Kägenstrasse 2</w:t>
      </w:r>
      <w:r>
        <w:br/>
        <w:t>4153 Reinach BL</w:t>
      </w:r>
      <w:r>
        <w:br/>
        <w:t>Schweiz</w:t>
      </w:r>
    </w:p>
    <w:sectPr w:rsidR="00B0795C" w:rsidRPr="00C45112" w:rsidSect="00434D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53" w:right="851" w:bottom="851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239A9" w14:textId="77777777" w:rsidR="00124EE5" w:rsidRDefault="00124EE5" w:rsidP="00380AC8">
      <w:pPr>
        <w:spacing w:after="0" w:line="240" w:lineRule="auto"/>
      </w:pPr>
      <w:r>
        <w:separator/>
      </w:r>
    </w:p>
  </w:endnote>
  <w:endnote w:type="continuationSeparator" w:id="0">
    <w:p w14:paraId="6E4C21A2" w14:textId="77777777" w:rsidR="00124EE5" w:rsidRDefault="00124EE5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4F4E" w14:textId="77777777" w:rsidR="006B0CDA" w:rsidRDefault="006B0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Content>
      <w:p w14:paraId="46109D3D" w14:textId="77777777" w:rsidR="00895409" w:rsidRPr="008274A8" w:rsidRDefault="0093550C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="00895409"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505E9A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="00895409" w:rsidRPr="008274A8">
          <w:rPr>
            <w:sz w:val="16"/>
            <w:szCs w:val="16"/>
          </w:rPr>
          <w:t>/</w:t>
        </w:r>
        <w:fldSimple w:instr=" NUMPAGES  \* Arabic  \* MERGEFORMAT ">
          <w:r w:rsidR="00505E9A" w:rsidRPr="00505E9A">
            <w:rPr>
              <w:noProof/>
              <w:sz w:val="16"/>
              <w:szCs w:val="16"/>
            </w:rPr>
            <w:t>3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A512" w14:textId="77777777" w:rsidR="00895409" w:rsidRDefault="00895409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62C7" w14:textId="77777777" w:rsidR="00124EE5" w:rsidRDefault="00124EE5" w:rsidP="00380AC8">
      <w:pPr>
        <w:spacing w:after="0" w:line="240" w:lineRule="auto"/>
      </w:pPr>
      <w:r>
        <w:separator/>
      </w:r>
    </w:p>
  </w:footnote>
  <w:footnote w:type="continuationSeparator" w:id="0">
    <w:p w14:paraId="77D6B380" w14:textId="77777777" w:rsidR="00124EE5" w:rsidRDefault="00124EE5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7F394" w14:textId="77777777" w:rsidR="006B0CDA" w:rsidRDefault="006B0C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895409" w:rsidRPr="00F023F2" w14:paraId="316D14ED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17617C26" w14:textId="68E28942" w:rsidR="00895409" w:rsidRDefault="006A44DA" w:rsidP="00C27B1F">
          <w:pPr>
            <w:pStyle w:val="DokumententypDatum"/>
          </w:pPr>
          <w:r>
            <w:t>Presse</w:t>
          </w:r>
          <w:r w:rsidR="00895409">
            <w:t>mitteilung</w:t>
          </w:r>
        </w:p>
        <w:p w14:paraId="11E47927" w14:textId="426B16D7" w:rsidR="00895409" w:rsidRPr="00F023F2" w:rsidRDefault="006B0CDA" w:rsidP="001A6C60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16</w:t>
          </w:r>
          <w:r w:rsidR="00895409">
            <w:rPr>
              <w:lang w:val="de-CH"/>
            </w:rPr>
            <w:t xml:space="preserve">. </w:t>
          </w:r>
          <w:r w:rsidR="001358B4">
            <w:rPr>
              <w:lang w:val="de-CH"/>
            </w:rPr>
            <w:t>April 202</w:t>
          </w:r>
          <w:r>
            <w:rPr>
              <w:lang w:val="de-CH"/>
            </w:rPr>
            <w:t>4</w:t>
          </w:r>
        </w:p>
      </w:tc>
      <w:sdt>
        <w:sdtPr>
          <w:alias w:val="Logo"/>
          <w:tag w:val="Logo"/>
          <w:id w:val="-225680390"/>
        </w:sdtPr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05087B41" w14:textId="77777777" w:rsidR="00895409" w:rsidRPr="00F023F2" w:rsidRDefault="00895409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6C596FFC" wp14:editId="3E2A0105">
                    <wp:extent cx="2221200" cy="450000"/>
                    <wp:effectExtent l="0" t="0" r="0" b="7620"/>
                    <wp:docPr id="3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40C8974C" w14:textId="77777777" w:rsidR="00895409" w:rsidRPr="006962C9" w:rsidRDefault="00895409" w:rsidP="006962C9">
    <w:pPr>
      <w:spacing w:after="0" w:line="240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B42C1" w14:textId="77777777" w:rsidR="00895409" w:rsidRPr="00F023F2" w:rsidRDefault="00895409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525E"/>
    <w:rsid w:val="000009EE"/>
    <w:rsid w:val="00004456"/>
    <w:rsid w:val="00006B56"/>
    <w:rsid w:val="00006F48"/>
    <w:rsid w:val="000163A0"/>
    <w:rsid w:val="00022BC4"/>
    <w:rsid w:val="00022FFF"/>
    <w:rsid w:val="00025DDF"/>
    <w:rsid w:val="0003434E"/>
    <w:rsid w:val="00036A5A"/>
    <w:rsid w:val="00043C0C"/>
    <w:rsid w:val="000451CA"/>
    <w:rsid w:val="00046A1F"/>
    <w:rsid w:val="00050BBC"/>
    <w:rsid w:val="0005251D"/>
    <w:rsid w:val="00054144"/>
    <w:rsid w:val="0005624B"/>
    <w:rsid w:val="00066668"/>
    <w:rsid w:val="00070F29"/>
    <w:rsid w:val="00071CD2"/>
    <w:rsid w:val="00074E71"/>
    <w:rsid w:val="0007718C"/>
    <w:rsid w:val="000820CC"/>
    <w:rsid w:val="00083D1E"/>
    <w:rsid w:val="000867DC"/>
    <w:rsid w:val="00086FE8"/>
    <w:rsid w:val="00087D98"/>
    <w:rsid w:val="000908D8"/>
    <w:rsid w:val="0009144A"/>
    <w:rsid w:val="00092FCC"/>
    <w:rsid w:val="00093728"/>
    <w:rsid w:val="00093B94"/>
    <w:rsid w:val="000A1C89"/>
    <w:rsid w:val="000A44B4"/>
    <w:rsid w:val="000A5ED6"/>
    <w:rsid w:val="000A6F2E"/>
    <w:rsid w:val="000A7220"/>
    <w:rsid w:val="000A77D4"/>
    <w:rsid w:val="000B1BE3"/>
    <w:rsid w:val="000B6313"/>
    <w:rsid w:val="000C6BB8"/>
    <w:rsid w:val="000D2BB6"/>
    <w:rsid w:val="000D305E"/>
    <w:rsid w:val="000D4777"/>
    <w:rsid w:val="000D5C45"/>
    <w:rsid w:val="000E0C69"/>
    <w:rsid w:val="000E7B89"/>
    <w:rsid w:val="000F1531"/>
    <w:rsid w:val="000F2506"/>
    <w:rsid w:val="000F4CDF"/>
    <w:rsid w:val="000F5465"/>
    <w:rsid w:val="000F6613"/>
    <w:rsid w:val="000F68AA"/>
    <w:rsid w:val="000F6F12"/>
    <w:rsid w:val="000F744E"/>
    <w:rsid w:val="00100606"/>
    <w:rsid w:val="001109FE"/>
    <w:rsid w:val="00117445"/>
    <w:rsid w:val="00124EE5"/>
    <w:rsid w:val="001263E8"/>
    <w:rsid w:val="001309C8"/>
    <w:rsid w:val="00133267"/>
    <w:rsid w:val="001358B4"/>
    <w:rsid w:val="00135D0C"/>
    <w:rsid w:val="00136C2C"/>
    <w:rsid w:val="001370D8"/>
    <w:rsid w:val="001376EC"/>
    <w:rsid w:val="001377F1"/>
    <w:rsid w:val="0015292B"/>
    <w:rsid w:val="0015574D"/>
    <w:rsid w:val="00155CE3"/>
    <w:rsid w:val="0015647B"/>
    <w:rsid w:val="00157519"/>
    <w:rsid w:val="00157D25"/>
    <w:rsid w:val="0016103D"/>
    <w:rsid w:val="0016372B"/>
    <w:rsid w:val="00167CC7"/>
    <w:rsid w:val="001755E0"/>
    <w:rsid w:val="00181C14"/>
    <w:rsid w:val="00182E1B"/>
    <w:rsid w:val="00183F9F"/>
    <w:rsid w:val="00184A9A"/>
    <w:rsid w:val="00185B35"/>
    <w:rsid w:val="001866A7"/>
    <w:rsid w:val="00197C6A"/>
    <w:rsid w:val="001A0596"/>
    <w:rsid w:val="001A2D94"/>
    <w:rsid w:val="001A6C60"/>
    <w:rsid w:val="001A7456"/>
    <w:rsid w:val="001B421F"/>
    <w:rsid w:val="001B6377"/>
    <w:rsid w:val="001C36EB"/>
    <w:rsid w:val="001C4A44"/>
    <w:rsid w:val="001C53CF"/>
    <w:rsid w:val="001D0128"/>
    <w:rsid w:val="001D4062"/>
    <w:rsid w:val="001D5BF3"/>
    <w:rsid w:val="001D7B77"/>
    <w:rsid w:val="001E4C49"/>
    <w:rsid w:val="001F21FA"/>
    <w:rsid w:val="001F5251"/>
    <w:rsid w:val="001F6ADF"/>
    <w:rsid w:val="0020044E"/>
    <w:rsid w:val="00205352"/>
    <w:rsid w:val="0020675A"/>
    <w:rsid w:val="0020796A"/>
    <w:rsid w:val="0021109E"/>
    <w:rsid w:val="00216D8F"/>
    <w:rsid w:val="00220795"/>
    <w:rsid w:val="00220B5F"/>
    <w:rsid w:val="00221919"/>
    <w:rsid w:val="002236C0"/>
    <w:rsid w:val="00227039"/>
    <w:rsid w:val="00227254"/>
    <w:rsid w:val="002361F3"/>
    <w:rsid w:val="00243CFB"/>
    <w:rsid w:val="002451CC"/>
    <w:rsid w:val="00247DCE"/>
    <w:rsid w:val="002525A2"/>
    <w:rsid w:val="002547C5"/>
    <w:rsid w:val="00254C29"/>
    <w:rsid w:val="0025550A"/>
    <w:rsid w:val="002561D4"/>
    <w:rsid w:val="002629B2"/>
    <w:rsid w:val="00265EA7"/>
    <w:rsid w:val="00266971"/>
    <w:rsid w:val="002703A6"/>
    <w:rsid w:val="00271378"/>
    <w:rsid w:val="00271E28"/>
    <w:rsid w:val="00277440"/>
    <w:rsid w:val="00282177"/>
    <w:rsid w:val="00292770"/>
    <w:rsid w:val="00293937"/>
    <w:rsid w:val="00295067"/>
    <w:rsid w:val="00295996"/>
    <w:rsid w:val="00295BEF"/>
    <w:rsid w:val="00296D64"/>
    <w:rsid w:val="00297D63"/>
    <w:rsid w:val="002A3527"/>
    <w:rsid w:val="002B195B"/>
    <w:rsid w:val="002C1A95"/>
    <w:rsid w:val="002C275D"/>
    <w:rsid w:val="002C647F"/>
    <w:rsid w:val="002D1513"/>
    <w:rsid w:val="002D2189"/>
    <w:rsid w:val="002D4710"/>
    <w:rsid w:val="002E166A"/>
    <w:rsid w:val="002E1CAB"/>
    <w:rsid w:val="002E1D1A"/>
    <w:rsid w:val="002E71CE"/>
    <w:rsid w:val="002F3D8B"/>
    <w:rsid w:val="00300C82"/>
    <w:rsid w:val="00301905"/>
    <w:rsid w:val="003021CD"/>
    <w:rsid w:val="00302656"/>
    <w:rsid w:val="00302DC4"/>
    <w:rsid w:val="00303E36"/>
    <w:rsid w:val="003040F6"/>
    <w:rsid w:val="00304A97"/>
    <w:rsid w:val="00313826"/>
    <w:rsid w:val="00316F42"/>
    <w:rsid w:val="0032033E"/>
    <w:rsid w:val="00320A98"/>
    <w:rsid w:val="00320CF9"/>
    <w:rsid w:val="00323622"/>
    <w:rsid w:val="003238BB"/>
    <w:rsid w:val="00323F55"/>
    <w:rsid w:val="00336598"/>
    <w:rsid w:val="003432E4"/>
    <w:rsid w:val="003476F9"/>
    <w:rsid w:val="00350049"/>
    <w:rsid w:val="00350AAC"/>
    <w:rsid w:val="00354CCB"/>
    <w:rsid w:val="00357932"/>
    <w:rsid w:val="00357B15"/>
    <w:rsid w:val="00366D7D"/>
    <w:rsid w:val="00366EF4"/>
    <w:rsid w:val="00367027"/>
    <w:rsid w:val="00372479"/>
    <w:rsid w:val="00375392"/>
    <w:rsid w:val="00376DEC"/>
    <w:rsid w:val="00377467"/>
    <w:rsid w:val="00380AC8"/>
    <w:rsid w:val="003824CD"/>
    <w:rsid w:val="00386EE5"/>
    <w:rsid w:val="003871FA"/>
    <w:rsid w:val="00392A3C"/>
    <w:rsid w:val="00396340"/>
    <w:rsid w:val="003973AD"/>
    <w:rsid w:val="003B17FC"/>
    <w:rsid w:val="003B4636"/>
    <w:rsid w:val="003C012B"/>
    <w:rsid w:val="003C36D6"/>
    <w:rsid w:val="003C539B"/>
    <w:rsid w:val="003C576A"/>
    <w:rsid w:val="003D3413"/>
    <w:rsid w:val="003D784D"/>
    <w:rsid w:val="003E2441"/>
    <w:rsid w:val="003E6363"/>
    <w:rsid w:val="003F297C"/>
    <w:rsid w:val="003F3C9C"/>
    <w:rsid w:val="003F447D"/>
    <w:rsid w:val="003F47BF"/>
    <w:rsid w:val="003F5AB5"/>
    <w:rsid w:val="003F5C38"/>
    <w:rsid w:val="00400174"/>
    <w:rsid w:val="00401446"/>
    <w:rsid w:val="00401698"/>
    <w:rsid w:val="004018C0"/>
    <w:rsid w:val="00405532"/>
    <w:rsid w:val="00407999"/>
    <w:rsid w:val="00411440"/>
    <w:rsid w:val="00414710"/>
    <w:rsid w:val="0041765A"/>
    <w:rsid w:val="004176D9"/>
    <w:rsid w:val="00417D7C"/>
    <w:rsid w:val="00422CDE"/>
    <w:rsid w:val="00423C91"/>
    <w:rsid w:val="00433A1F"/>
    <w:rsid w:val="00434DD3"/>
    <w:rsid w:val="00434E94"/>
    <w:rsid w:val="0043507F"/>
    <w:rsid w:val="00436CB4"/>
    <w:rsid w:val="00440782"/>
    <w:rsid w:val="00443CD1"/>
    <w:rsid w:val="00447552"/>
    <w:rsid w:val="00452BC8"/>
    <w:rsid w:val="0045534B"/>
    <w:rsid w:val="0046281B"/>
    <w:rsid w:val="0046418F"/>
    <w:rsid w:val="00464B30"/>
    <w:rsid w:val="00464EB8"/>
    <w:rsid w:val="00465B7C"/>
    <w:rsid w:val="00466DF2"/>
    <w:rsid w:val="00467A94"/>
    <w:rsid w:val="004726CE"/>
    <w:rsid w:val="00474DAE"/>
    <w:rsid w:val="004751A7"/>
    <w:rsid w:val="00476EB6"/>
    <w:rsid w:val="004934E0"/>
    <w:rsid w:val="00493590"/>
    <w:rsid w:val="00495EB8"/>
    <w:rsid w:val="00496C36"/>
    <w:rsid w:val="004A13E5"/>
    <w:rsid w:val="004A1FB7"/>
    <w:rsid w:val="004A60FB"/>
    <w:rsid w:val="004A67A3"/>
    <w:rsid w:val="004A7E38"/>
    <w:rsid w:val="004B39C6"/>
    <w:rsid w:val="004B4073"/>
    <w:rsid w:val="004B5467"/>
    <w:rsid w:val="004B5D29"/>
    <w:rsid w:val="004C4B88"/>
    <w:rsid w:val="004C61F0"/>
    <w:rsid w:val="004C7311"/>
    <w:rsid w:val="004C7F16"/>
    <w:rsid w:val="004D5882"/>
    <w:rsid w:val="004E1B6E"/>
    <w:rsid w:val="004E512F"/>
    <w:rsid w:val="004F4A23"/>
    <w:rsid w:val="004F6FC5"/>
    <w:rsid w:val="004F79C2"/>
    <w:rsid w:val="004F7DC1"/>
    <w:rsid w:val="0050124C"/>
    <w:rsid w:val="00502B2D"/>
    <w:rsid w:val="00503774"/>
    <w:rsid w:val="0050507C"/>
    <w:rsid w:val="00505E9A"/>
    <w:rsid w:val="0050689C"/>
    <w:rsid w:val="005073BC"/>
    <w:rsid w:val="00511D0E"/>
    <w:rsid w:val="00511D53"/>
    <w:rsid w:val="00512094"/>
    <w:rsid w:val="005143BF"/>
    <w:rsid w:val="00514A6A"/>
    <w:rsid w:val="00516766"/>
    <w:rsid w:val="00524926"/>
    <w:rsid w:val="0052627D"/>
    <w:rsid w:val="005441FC"/>
    <w:rsid w:val="00546E38"/>
    <w:rsid w:val="00547439"/>
    <w:rsid w:val="005521C5"/>
    <w:rsid w:val="005535E7"/>
    <w:rsid w:val="005537A5"/>
    <w:rsid w:val="00553C89"/>
    <w:rsid w:val="00557841"/>
    <w:rsid w:val="0056492C"/>
    <w:rsid w:val="005701C4"/>
    <w:rsid w:val="00572871"/>
    <w:rsid w:val="00573EE3"/>
    <w:rsid w:val="005800B8"/>
    <w:rsid w:val="005913E7"/>
    <w:rsid w:val="00592480"/>
    <w:rsid w:val="00593752"/>
    <w:rsid w:val="00595370"/>
    <w:rsid w:val="005971B7"/>
    <w:rsid w:val="005A24BB"/>
    <w:rsid w:val="005A281D"/>
    <w:rsid w:val="005A2FB8"/>
    <w:rsid w:val="005A43F0"/>
    <w:rsid w:val="005A480F"/>
    <w:rsid w:val="005A51F7"/>
    <w:rsid w:val="005A5944"/>
    <w:rsid w:val="005B0D76"/>
    <w:rsid w:val="005B0FA6"/>
    <w:rsid w:val="005B19BD"/>
    <w:rsid w:val="005B3298"/>
    <w:rsid w:val="005B3770"/>
    <w:rsid w:val="005B411F"/>
    <w:rsid w:val="005B5D0D"/>
    <w:rsid w:val="005C6C3F"/>
    <w:rsid w:val="005C78D1"/>
    <w:rsid w:val="005D0CFB"/>
    <w:rsid w:val="005D1C54"/>
    <w:rsid w:val="005D5A54"/>
    <w:rsid w:val="005D5AE1"/>
    <w:rsid w:val="005E1037"/>
    <w:rsid w:val="005E1D37"/>
    <w:rsid w:val="005E6C61"/>
    <w:rsid w:val="005F22E3"/>
    <w:rsid w:val="005F2787"/>
    <w:rsid w:val="005F6CA4"/>
    <w:rsid w:val="00600696"/>
    <w:rsid w:val="00610FDE"/>
    <w:rsid w:val="006115B2"/>
    <w:rsid w:val="006119A1"/>
    <w:rsid w:val="00611C71"/>
    <w:rsid w:val="00615ED8"/>
    <w:rsid w:val="00617C70"/>
    <w:rsid w:val="00623C3A"/>
    <w:rsid w:val="00624F65"/>
    <w:rsid w:val="006255F7"/>
    <w:rsid w:val="00625E16"/>
    <w:rsid w:val="00626339"/>
    <w:rsid w:val="00627CEA"/>
    <w:rsid w:val="00632B03"/>
    <w:rsid w:val="0063455A"/>
    <w:rsid w:val="00634DD2"/>
    <w:rsid w:val="00642B54"/>
    <w:rsid w:val="0064304B"/>
    <w:rsid w:val="00643FDF"/>
    <w:rsid w:val="00647B4F"/>
    <w:rsid w:val="00651C77"/>
    <w:rsid w:val="00652501"/>
    <w:rsid w:val="006527DE"/>
    <w:rsid w:val="00654635"/>
    <w:rsid w:val="00655370"/>
    <w:rsid w:val="00657017"/>
    <w:rsid w:val="006614E2"/>
    <w:rsid w:val="00663732"/>
    <w:rsid w:val="00673869"/>
    <w:rsid w:val="006741E6"/>
    <w:rsid w:val="00683FAF"/>
    <w:rsid w:val="00690761"/>
    <w:rsid w:val="00690BEC"/>
    <w:rsid w:val="00690ED9"/>
    <w:rsid w:val="006921B8"/>
    <w:rsid w:val="00693795"/>
    <w:rsid w:val="006948ED"/>
    <w:rsid w:val="00695D83"/>
    <w:rsid w:val="006962C9"/>
    <w:rsid w:val="006A103C"/>
    <w:rsid w:val="006A30EA"/>
    <w:rsid w:val="006A44DA"/>
    <w:rsid w:val="006A6C49"/>
    <w:rsid w:val="006B0CDA"/>
    <w:rsid w:val="006B5E1B"/>
    <w:rsid w:val="006B6BCE"/>
    <w:rsid w:val="006B7DCA"/>
    <w:rsid w:val="006C3037"/>
    <w:rsid w:val="006C4BCE"/>
    <w:rsid w:val="006D7943"/>
    <w:rsid w:val="006E38E7"/>
    <w:rsid w:val="006E4A67"/>
    <w:rsid w:val="006E5420"/>
    <w:rsid w:val="006E56FA"/>
    <w:rsid w:val="00700E9C"/>
    <w:rsid w:val="0070204C"/>
    <w:rsid w:val="00702368"/>
    <w:rsid w:val="007115E3"/>
    <w:rsid w:val="007130C8"/>
    <w:rsid w:val="00714493"/>
    <w:rsid w:val="0072089D"/>
    <w:rsid w:val="00721A33"/>
    <w:rsid w:val="00722204"/>
    <w:rsid w:val="0072430C"/>
    <w:rsid w:val="00725866"/>
    <w:rsid w:val="00734CA4"/>
    <w:rsid w:val="007379C7"/>
    <w:rsid w:val="00737B4D"/>
    <w:rsid w:val="00741CA6"/>
    <w:rsid w:val="00744553"/>
    <w:rsid w:val="00755A91"/>
    <w:rsid w:val="0075736C"/>
    <w:rsid w:val="007579D4"/>
    <w:rsid w:val="00761816"/>
    <w:rsid w:val="00761DB2"/>
    <w:rsid w:val="00763EFF"/>
    <w:rsid w:val="0076532A"/>
    <w:rsid w:val="0076594F"/>
    <w:rsid w:val="007668B7"/>
    <w:rsid w:val="0077116B"/>
    <w:rsid w:val="00772081"/>
    <w:rsid w:val="007728E3"/>
    <w:rsid w:val="007736FB"/>
    <w:rsid w:val="007779ED"/>
    <w:rsid w:val="00781408"/>
    <w:rsid w:val="00782DFD"/>
    <w:rsid w:val="00784BC6"/>
    <w:rsid w:val="007852D8"/>
    <w:rsid w:val="007919B8"/>
    <w:rsid w:val="007928B1"/>
    <w:rsid w:val="007A0A43"/>
    <w:rsid w:val="007B15F8"/>
    <w:rsid w:val="007C2480"/>
    <w:rsid w:val="007D0775"/>
    <w:rsid w:val="007D746F"/>
    <w:rsid w:val="007E3230"/>
    <w:rsid w:val="007E692F"/>
    <w:rsid w:val="007F5293"/>
    <w:rsid w:val="007F66DC"/>
    <w:rsid w:val="007F76BE"/>
    <w:rsid w:val="00801C73"/>
    <w:rsid w:val="00805816"/>
    <w:rsid w:val="00811E8A"/>
    <w:rsid w:val="0081225B"/>
    <w:rsid w:val="008130B1"/>
    <w:rsid w:val="00813577"/>
    <w:rsid w:val="008141C6"/>
    <w:rsid w:val="00817AA0"/>
    <w:rsid w:val="00823115"/>
    <w:rsid w:val="008264D0"/>
    <w:rsid w:val="008274A8"/>
    <w:rsid w:val="0084529D"/>
    <w:rsid w:val="0085002A"/>
    <w:rsid w:val="00851001"/>
    <w:rsid w:val="008533E6"/>
    <w:rsid w:val="00855EFC"/>
    <w:rsid w:val="0085779B"/>
    <w:rsid w:val="00861A3B"/>
    <w:rsid w:val="00862FB6"/>
    <w:rsid w:val="00866F02"/>
    <w:rsid w:val="00870304"/>
    <w:rsid w:val="00871010"/>
    <w:rsid w:val="008745B7"/>
    <w:rsid w:val="00876B90"/>
    <w:rsid w:val="00876F10"/>
    <w:rsid w:val="00876F40"/>
    <w:rsid w:val="00877C69"/>
    <w:rsid w:val="00884946"/>
    <w:rsid w:val="00886F91"/>
    <w:rsid w:val="00892418"/>
    <w:rsid w:val="00893175"/>
    <w:rsid w:val="00894006"/>
    <w:rsid w:val="00894343"/>
    <w:rsid w:val="00895409"/>
    <w:rsid w:val="008979FA"/>
    <w:rsid w:val="008A077A"/>
    <w:rsid w:val="008A57AD"/>
    <w:rsid w:val="008A6DF6"/>
    <w:rsid w:val="008B36EF"/>
    <w:rsid w:val="008C558A"/>
    <w:rsid w:val="008C609D"/>
    <w:rsid w:val="008D4CA7"/>
    <w:rsid w:val="008E2914"/>
    <w:rsid w:val="008E3869"/>
    <w:rsid w:val="008E3E91"/>
    <w:rsid w:val="008E4ECD"/>
    <w:rsid w:val="008F06B4"/>
    <w:rsid w:val="008F0E8C"/>
    <w:rsid w:val="008F287E"/>
    <w:rsid w:val="008F2971"/>
    <w:rsid w:val="008F313D"/>
    <w:rsid w:val="00900E77"/>
    <w:rsid w:val="00901213"/>
    <w:rsid w:val="00902D75"/>
    <w:rsid w:val="00905ED6"/>
    <w:rsid w:val="00907E2B"/>
    <w:rsid w:val="00907F1F"/>
    <w:rsid w:val="0092021F"/>
    <w:rsid w:val="00920D48"/>
    <w:rsid w:val="00923F7A"/>
    <w:rsid w:val="009261F2"/>
    <w:rsid w:val="00927E07"/>
    <w:rsid w:val="00931664"/>
    <w:rsid w:val="00931EDA"/>
    <w:rsid w:val="0093427B"/>
    <w:rsid w:val="0093550C"/>
    <w:rsid w:val="00936473"/>
    <w:rsid w:val="009436F2"/>
    <w:rsid w:val="00945E9E"/>
    <w:rsid w:val="00947C8C"/>
    <w:rsid w:val="00950665"/>
    <w:rsid w:val="009517B6"/>
    <w:rsid w:val="00952F1B"/>
    <w:rsid w:val="0095562D"/>
    <w:rsid w:val="00956720"/>
    <w:rsid w:val="00960915"/>
    <w:rsid w:val="009636CB"/>
    <w:rsid w:val="00964EF1"/>
    <w:rsid w:val="00965A9E"/>
    <w:rsid w:val="009749E6"/>
    <w:rsid w:val="009754DD"/>
    <w:rsid w:val="0097773D"/>
    <w:rsid w:val="009779B4"/>
    <w:rsid w:val="00977F4A"/>
    <w:rsid w:val="009802F2"/>
    <w:rsid w:val="00980526"/>
    <w:rsid w:val="00986F9F"/>
    <w:rsid w:val="00991F9D"/>
    <w:rsid w:val="009A4B87"/>
    <w:rsid w:val="009A6784"/>
    <w:rsid w:val="009B16EF"/>
    <w:rsid w:val="009B2C73"/>
    <w:rsid w:val="009B4093"/>
    <w:rsid w:val="009C1855"/>
    <w:rsid w:val="009C4353"/>
    <w:rsid w:val="009C5C2D"/>
    <w:rsid w:val="009C7261"/>
    <w:rsid w:val="009C7ECD"/>
    <w:rsid w:val="009D17C4"/>
    <w:rsid w:val="009D280E"/>
    <w:rsid w:val="009D45D4"/>
    <w:rsid w:val="009D649C"/>
    <w:rsid w:val="009E088F"/>
    <w:rsid w:val="009F1EB4"/>
    <w:rsid w:val="009F268D"/>
    <w:rsid w:val="00A00435"/>
    <w:rsid w:val="00A01B5A"/>
    <w:rsid w:val="00A04294"/>
    <w:rsid w:val="00A11D12"/>
    <w:rsid w:val="00A234F7"/>
    <w:rsid w:val="00A2494C"/>
    <w:rsid w:val="00A26724"/>
    <w:rsid w:val="00A26996"/>
    <w:rsid w:val="00A32639"/>
    <w:rsid w:val="00A356B7"/>
    <w:rsid w:val="00A37483"/>
    <w:rsid w:val="00A422ED"/>
    <w:rsid w:val="00A53F52"/>
    <w:rsid w:val="00A6099E"/>
    <w:rsid w:val="00A64C73"/>
    <w:rsid w:val="00A77F5B"/>
    <w:rsid w:val="00A82D96"/>
    <w:rsid w:val="00A82DDE"/>
    <w:rsid w:val="00A8695C"/>
    <w:rsid w:val="00A86A6B"/>
    <w:rsid w:val="00A87EC5"/>
    <w:rsid w:val="00A9248C"/>
    <w:rsid w:val="00A927F7"/>
    <w:rsid w:val="00A961AA"/>
    <w:rsid w:val="00AA25E2"/>
    <w:rsid w:val="00AA2ECE"/>
    <w:rsid w:val="00AA3AF5"/>
    <w:rsid w:val="00AA618D"/>
    <w:rsid w:val="00AB0C54"/>
    <w:rsid w:val="00AB0CFF"/>
    <w:rsid w:val="00AB1A9F"/>
    <w:rsid w:val="00AB2310"/>
    <w:rsid w:val="00AC1B0B"/>
    <w:rsid w:val="00AC73BA"/>
    <w:rsid w:val="00AD0191"/>
    <w:rsid w:val="00AD292B"/>
    <w:rsid w:val="00AD5002"/>
    <w:rsid w:val="00AE1A53"/>
    <w:rsid w:val="00AF2C04"/>
    <w:rsid w:val="00B03D01"/>
    <w:rsid w:val="00B0443C"/>
    <w:rsid w:val="00B06675"/>
    <w:rsid w:val="00B0795C"/>
    <w:rsid w:val="00B07CE3"/>
    <w:rsid w:val="00B11761"/>
    <w:rsid w:val="00B12085"/>
    <w:rsid w:val="00B1450B"/>
    <w:rsid w:val="00B162C1"/>
    <w:rsid w:val="00B16B19"/>
    <w:rsid w:val="00B21C6F"/>
    <w:rsid w:val="00B2271C"/>
    <w:rsid w:val="00B24C5A"/>
    <w:rsid w:val="00B25DE0"/>
    <w:rsid w:val="00B33F4A"/>
    <w:rsid w:val="00B34B59"/>
    <w:rsid w:val="00B379E9"/>
    <w:rsid w:val="00B440ED"/>
    <w:rsid w:val="00B47007"/>
    <w:rsid w:val="00B604F8"/>
    <w:rsid w:val="00B63108"/>
    <w:rsid w:val="00B63A5C"/>
    <w:rsid w:val="00B64CDF"/>
    <w:rsid w:val="00B67AD1"/>
    <w:rsid w:val="00B67D47"/>
    <w:rsid w:val="00B75BF4"/>
    <w:rsid w:val="00B76377"/>
    <w:rsid w:val="00B77E3E"/>
    <w:rsid w:val="00B827D8"/>
    <w:rsid w:val="00B85584"/>
    <w:rsid w:val="00B8580C"/>
    <w:rsid w:val="00B87806"/>
    <w:rsid w:val="00B9053B"/>
    <w:rsid w:val="00B91BB8"/>
    <w:rsid w:val="00B93D82"/>
    <w:rsid w:val="00B959F6"/>
    <w:rsid w:val="00BA0B2F"/>
    <w:rsid w:val="00BA2FFB"/>
    <w:rsid w:val="00BA78E6"/>
    <w:rsid w:val="00BB039D"/>
    <w:rsid w:val="00BB5DBB"/>
    <w:rsid w:val="00BB7B14"/>
    <w:rsid w:val="00BC2399"/>
    <w:rsid w:val="00BC2F05"/>
    <w:rsid w:val="00BD1723"/>
    <w:rsid w:val="00BD3532"/>
    <w:rsid w:val="00BD4AA4"/>
    <w:rsid w:val="00BE1F10"/>
    <w:rsid w:val="00BE461F"/>
    <w:rsid w:val="00BE737F"/>
    <w:rsid w:val="00BE7F0F"/>
    <w:rsid w:val="00BF399F"/>
    <w:rsid w:val="00BF6F1D"/>
    <w:rsid w:val="00C00F8F"/>
    <w:rsid w:val="00C04759"/>
    <w:rsid w:val="00C05656"/>
    <w:rsid w:val="00C06A5C"/>
    <w:rsid w:val="00C07076"/>
    <w:rsid w:val="00C0746F"/>
    <w:rsid w:val="00C11294"/>
    <w:rsid w:val="00C11C7C"/>
    <w:rsid w:val="00C15E98"/>
    <w:rsid w:val="00C15EAB"/>
    <w:rsid w:val="00C16137"/>
    <w:rsid w:val="00C16D22"/>
    <w:rsid w:val="00C17E67"/>
    <w:rsid w:val="00C21F8E"/>
    <w:rsid w:val="00C22885"/>
    <w:rsid w:val="00C229A1"/>
    <w:rsid w:val="00C27B1F"/>
    <w:rsid w:val="00C316E4"/>
    <w:rsid w:val="00C32234"/>
    <w:rsid w:val="00C3674F"/>
    <w:rsid w:val="00C37CDF"/>
    <w:rsid w:val="00C41D14"/>
    <w:rsid w:val="00C45112"/>
    <w:rsid w:val="00C50510"/>
    <w:rsid w:val="00C53EB0"/>
    <w:rsid w:val="00C57488"/>
    <w:rsid w:val="00C6062D"/>
    <w:rsid w:val="00C60910"/>
    <w:rsid w:val="00C632A7"/>
    <w:rsid w:val="00C641C4"/>
    <w:rsid w:val="00C66B6D"/>
    <w:rsid w:val="00C67B9B"/>
    <w:rsid w:val="00C72FB4"/>
    <w:rsid w:val="00C737D1"/>
    <w:rsid w:val="00C74ACB"/>
    <w:rsid w:val="00C83586"/>
    <w:rsid w:val="00C84060"/>
    <w:rsid w:val="00C86BCB"/>
    <w:rsid w:val="00C87AB8"/>
    <w:rsid w:val="00C94F45"/>
    <w:rsid w:val="00CA194C"/>
    <w:rsid w:val="00CA21A2"/>
    <w:rsid w:val="00CA48C0"/>
    <w:rsid w:val="00CA71E1"/>
    <w:rsid w:val="00CB3EE1"/>
    <w:rsid w:val="00CC070E"/>
    <w:rsid w:val="00CC143F"/>
    <w:rsid w:val="00CC4C3B"/>
    <w:rsid w:val="00CC6F52"/>
    <w:rsid w:val="00CD226E"/>
    <w:rsid w:val="00CE051E"/>
    <w:rsid w:val="00CE27C4"/>
    <w:rsid w:val="00CE4084"/>
    <w:rsid w:val="00CE45C1"/>
    <w:rsid w:val="00CE67C7"/>
    <w:rsid w:val="00CE7391"/>
    <w:rsid w:val="00CF6176"/>
    <w:rsid w:val="00D00C9F"/>
    <w:rsid w:val="00D027F3"/>
    <w:rsid w:val="00D053F6"/>
    <w:rsid w:val="00D0546D"/>
    <w:rsid w:val="00D10AFF"/>
    <w:rsid w:val="00D11C13"/>
    <w:rsid w:val="00D1641C"/>
    <w:rsid w:val="00D1727B"/>
    <w:rsid w:val="00D22ACF"/>
    <w:rsid w:val="00D25235"/>
    <w:rsid w:val="00D2734D"/>
    <w:rsid w:val="00D30CD7"/>
    <w:rsid w:val="00D31567"/>
    <w:rsid w:val="00D3335F"/>
    <w:rsid w:val="00D3600F"/>
    <w:rsid w:val="00D405EE"/>
    <w:rsid w:val="00D422D2"/>
    <w:rsid w:val="00D43516"/>
    <w:rsid w:val="00D476CA"/>
    <w:rsid w:val="00D57744"/>
    <w:rsid w:val="00D60A45"/>
    <w:rsid w:val="00D62DB9"/>
    <w:rsid w:val="00D64083"/>
    <w:rsid w:val="00D668DD"/>
    <w:rsid w:val="00D66F13"/>
    <w:rsid w:val="00D71F9A"/>
    <w:rsid w:val="00D80AD9"/>
    <w:rsid w:val="00D84530"/>
    <w:rsid w:val="00D84A90"/>
    <w:rsid w:val="00D86C51"/>
    <w:rsid w:val="00D87901"/>
    <w:rsid w:val="00D91732"/>
    <w:rsid w:val="00D94379"/>
    <w:rsid w:val="00D945A4"/>
    <w:rsid w:val="00DA0EE9"/>
    <w:rsid w:val="00DA7921"/>
    <w:rsid w:val="00DB0D20"/>
    <w:rsid w:val="00DB2158"/>
    <w:rsid w:val="00DB2717"/>
    <w:rsid w:val="00DB3ACC"/>
    <w:rsid w:val="00DB41CC"/>
    <w:rsid w:val="00DC17E5"/>
    <w:rsid w:val="00DC4A25"/>
    <w:rsid w:val="00DC702C"/>
    <w:rsid w:val="00DD2EB7"/>
    <w:rsid w:val="00DD46C8"/>
    <w:rsid w:val="00DE00A9"/>
    <w:rsid w:val="00DE5707"/>
    <w:rsid w:val="00DE5FF3"/>
    <w:rsid w:val="00DE62C4"/>
    <w:rsid w:val="00DE64B3"/>
    <w:rsid w:val="00DE68C1"/>
    <w:rsid w:val="00DE7080"/>
    <w:rsid w:val="00DF2075"/>
    <w:rsid w:val="00DF3ACA"/>
    <w:rsid w:val="00DF45D0"/>
    <w:rsid w:val="00DF4636"/>
    <w:rsid w:val="00E008EA"/>
    <w:rsid w:val="00E14A82"/>
    <w:rsid w:val="00E152AB"/>
    <w:rsid w:val="00E233CD"/>
    <w:rsid w:val="00E27C02"/>
    <w:rsid w:val="00E32ED4"/>
    <w:rsid w:val="00E32F03"/>
    <w:rsid w:val="00E34577"/>
    <w:rsid w:val="00E40CFC"/>
    <w:rsid w:val="00E437F6"/>
    <w:rsid w:val="00E43E64"/>
    <w:rsid w:val="00E46366"/>
    <w:rsid w:val="00E46FEF"/>
    <w:rsid w:val="00E4761A"/>
    <w:rsid w:val="00E50D1C"/>
    <w:rsid w:val="00E5299C"/>
    <w:rsid w:val="00E52B5E"/>
    <w:rsid w:val="00E535ED"/>
    <w:rsid w:val="00E55023"/>
    <w:rsid w:val="00E550F7"/>
    <w:rsid w:val="00E60386"/>
    <w:rsid w:val="00E641DF"/>
    <w:rsid w:val="00E6609C"/>
    <w:rsid w:val="00E66A33"/>
    <w:rsid w:val="00E677F7"/>
    <w:rsid w:val="00E73FE4"/>
    <w:rsid w:val="00E74331"/>
    <w:rsid w:val="00E75B25"/>
    <w:rsid w:val="00E81751"/>
    <w:rsid w:val="00E81969"/>
    <w:rsid w:val="00E84113"/>
    <w:rsid w:val="00E841C4"/>
    <w:rsid w:val="00E84ADD"/>
    <w:rsid w:val="00E85D78"/>
    <w:rsid w:val="00E85FF5"/>
    <w:rsid w:val="00E90738"/>
    <w:rsid w:val="00E91C58"/>
    <w:rsid w:val="00E925F1"/>
    <w:rsid w:val="00E9431C"/>
    <w:rsid w:val="00E94A28"/>
    <w:rsid w:val="00E9525E"/>
    <w:rsid w:val="00E95CEE"/>
    <w:rsid w:val="00EA10AC"/>
    <w:rsid w:val="00EA13C3"/>
    <w:rsid w:val="00EA28B7"/>
    <w:rsid w:val="00EA358C"/>
    <w:rsid w:val="00EA4AF9"/>
    <w:rsid w:val="00EA63A4"/>
    <w:rsid w:val="00EA6E7B"/>
    <w:rsid w:val="00EB15CE"/>
    <w:rsid w:val="00EB17D3"/>
    <w:rsid w:val="00EC1324"/>
    <w:rsid w:val="00EC3BF9"/>
    <w:rsid w:val="00EC72BB"/>
    <w:rsid w:val="00ED14A6"/>
    <w:rsid w:val="00ED5086"/>
    <w:rsid w:val="00ED5B7C"/>
    <w:rsid w:val="00ED6624"/>
    <w:rsid w:val="00ED6C17"/>
    <w:rsid w:val="00ED725F"/>
    <w:rsid w:val="00EE15D9"/>
    <w:rsid w:val="00EE224F"/>
    <w:rsid w:val="00EE6EFE"/>
    <w:rsid w:val="00EF59A6"/>
    <w:rsid w:val="00EF610D"/>
    <w:rsid w:val="00EF64D1"/>
    <w:rsid w:val="00F023F2"/>
    <w:rsid w:val="00F06E7F"/>
    <w:rsid w:val="00F11BBE"/>
    <w:rsid w:val="00F11F12"/>
    <w:rsid w:val="00F13F7B"/>
    <w:rsid w:val="00F2427E"/>
    <w:rsid w:val="00F2428B"/>
    <w:rsid w:val="00F3287E"/>
    <w:rsid w:val="00F40B9A"/>
    <w:rsid w:val="00F4158B"/>
    <w:rsid w:val="00F445F3"/>
    <w:rsid w:val="00F45698"/>
    <w:rsid w:val="00F52700"/>
    <w:rsid w:val="00F54EBD"/>
    <w:rsid w:val="00F60B7D"/>
    <w:rsid w:val="00F60D40"/>
    <w:rsid w:val="00F61ED8"/>
    <w:rsid w:val="00F67545"/>
    <w:rsid w:val="00F70F66"/>
    <w:rsid w:val="00F80547"/>
    <w:rsid w:val="00F8206D"/>
    <w:rsid w:val="00F878BA"/>
    <w:rsid w:val="00F87B34"/>
    <w:rsid w:val="00FA1B79"/>
    <w:rsid w:val="00FA58F0"/>
    <w:rsid w:val="00FA7575"/>
    <w:rsid w:val="00FB7EF3"/>
    <w:rsid w:val="00FC0AFD"/>
    <w:rsid w:val="00FC1449"/>
    <w:rsid w:val="00FC6DDB"/>
    <w:rsid w:val="00FC714F"/>
    <w:rsid w:val="00FC72A4"/>
    <w:rsid w:val="00FC7FF6"/>
    <w:rsid w:val="00FD078F"/>
    <w:rsid w:val="00FD3218"/>
    <w:rsid w:val="00FD32CE"/>
    <w:rsid w:val="00FF1F5D"/>
    <w:rsid w:val="00FF47BE"/>
    <w:rsid w:val="340C2678"/>
    <w:rsid w:val="53788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52B1535"/>
  <w15:docId w15:val="{E87329FB-6353-4459-B80A-49AD7FCB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1A7456"/>
    <w:pPr>
      <w:keepNext/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01B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1B5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1B5A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1B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1B5A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i99200060\Desktop\2017-05-09_Financial%20results%202016\Endress_Hauser_Thema_Tag_Monat_2017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b69abb7a-b9a2-435a-b8ee-9ce20c5a9f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Pressemitteilung</TermName>
          <TermId xmlns="http://schemas.microsoft.com/office/infopath/2007/PartnerControls">bec14471-0480-4ac2-a036-392818ac906a</TermId>
        </TermInfo>
        <TermInfo xmlns="http://schemas.microsoft.com/office/infopath/2007/PartnerControls">
          <TermName xmlns="http://schemas.microsoft.com/office/infopath/2007/PartnerControls">Endress+Hauser</TermName>
          <TermId xmlns="http://schemas.microsoft.com/office/infopath/2007/PartnerControls">c8c1b1f5-f7a0-43da-adac-a9b1b8268aa6</TermId>
        </TermInfo>
      </Terms>
    </TaxKeywordTaxHTField>
    <TaxCatchAll xmlns="b69abb7a-b9a2-435a-b8ee-9ce20c5a9f64">
      <Value>25</Value>
      <Value>86</Value>
    </TaxCatchAll>
    <lcf76f155ced4ddcb4097134ff3c332f xmlns="b25923b4-4848-4964-bb33-eb68cd475360">
      <Terms xmlns="http://schemas.microsoft.com/office/infopath/2007/PartnerControls"/>
    </lcf76f155ced4ddcb4097134ff3c332f>
    <_dlc_DocId xmlns="b69abb7a-b9a2-435a-b8ee-9ce20c5a9f64">V37UCXUZ6S6M-2046529389-109929</_dlc_DocId>
    <_dlc_DocIdUrl xmlns="b69abb7a-b9a2-435a-b8ee-9ce20c5a9f64">
      <Url>https://endresshauser.sharepoint.com/teams/ou0000820/_layouts/15/DocIdRedir.aspx?ID=V37UCXUZ6S6M-2046529389-109929</Url>
      <Description>V37UCXUZ6S6M-2046529389-109929</Description>
    </_dlc_DocIdUrl>
    <Thumbnail xmlns="b25923b4-4848-4964-bb33-eb68cd47536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6C8A031B47844BBF9E220BABD84504" ma:contentTypeVersion="19" ma:contentTypeDescription="Create a new document." ma:contentTypeScope="" ma:versionID="f21181f7b609985cf05fcb4cd2723c87">
  <xsd:schema xmlns:xsd="http://www.w3.org/2001/XMLSchema" xmlns:xs="http://www.w3.org/2001/XMLSchema" xmlns:p="http://schemas.microsoft.com/office/2006/metadata/properties" xmlns:ns2="b69abb7a-b9a2-435a-b8ee-9ce20c5a9f64" xmlns:ns3="b25923b4-4848-4964-bb33-eb68cd475360" targetNamespace="http://schemas.microsoft.com/office/2006/metadata/properties" ma:root="true" ma:fieldsID="5cd3da282210e82f20390b7ff2eb08f2" ns2:_="" ns3:_="">
    <xsd:import namespace="b69abb7a-b9a2-435a-b8ee-9ce20c5a9f64"/>
    <xsd:import namespace="b25923b4-4848-4964-bb33-eb68cd47536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Thumbnai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abb7a-b9a2-435a-b8ee-9ce20c5a9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8e2666e-e610-4cc3-82d7-cc03aa3bf011}" ma:internalName="TaxCatchAll" ma:showField="CatchAllData" ma:web="b69abb7a-b9a2-435a-b8ee-9ce20c5a9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23b4-4848-4964-bb33-eb68cd475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725519-0EF7-4969-8EF1-E18CFD5598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862963-977B-4556-A471-6053179BF9E1}">
  <ds:schemaRefs>
    <ds:schemaRef ds:uri="http://schemas.microsoft.com/office/2006/metadata/properties"/>
    <ds:schemaRef ds:uri="http://schemas.microsoft.com/office/infopath/2007/PartnerControls"/>
    <ds:schemaRef ds:uri="b69abb7a-b9a2-435a-b8ee-9ce20c5a9f64"/>
    <ds:schemaRef ds:uri="b25923b4-4848-4964-bb33-eb68cd475360"/>
  </ds:schemaRefs>
</ds:datastoreItem>
</file>

<file path=customXml/itemProps3.xml><?xml version="1.0" encoding="utf-8"?>
<ds:datastoreItem xmlns:ds="http://schemas.openxmlformats.org/officeDocument/2006/customXml" ds:itemID="{86F1F99F-A248-4C8E-B48E-1FF455CB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09748-A95D-46FA-A41F-BF6C331876F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828B6A4-65BE-4533-86A3-0B55DDA33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abb7a-b9a2-435a-b8ee-9ce20c5a9f64"/>
    <ds:schemaRef ds:uri="b25923b4-4848-4964-bb33-eb68cd475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988f0a4-524a-45f2-829d-417725fa4957}" enabled="1" method="Standard" siteId="{52daf2a9-3b73-4da4-ac6a-3f81adc92b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Endress_Hauser_Thema_Tag_Monat_2017_DE.dotx</Template>
  <TotalTime>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Mit starker Bilanz ins Jubiläumsjahr</vt:lpstr>
      <vt:lpstr>Endress+Hauser legt deutlich zu</vt:lpstr>
    </vt:vector>
  </TitlesOfParts>
  <Company>Endress+Hauser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 starker Bilanz ins Jubiläumsjahr</dc:title>
  <dc:creator>Endress+Hauser</dc:creator>
  <cp:keywords>Pressemitteilung ; Endress+Hauser</cp:keywords>
  <dc:description>Pressemitteilung</dc:description>
  <cp:lastModifiedBy>Martin Raab</cp:lastModifiedBy>
  <cp:revision>58</cp:revision>
  <cp:lastPrinted>2024-04-11T13:01:00Z</cp:lastPrinted>
  <dcterms:created xsi:type="dcterms:W3CDTF">2023-03-23T10:23:00Z</dcterms:created>
  <dcterms:modified xsi:type="dcterms:W3CDTF">2024-04-11T13:01:00Z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0x010100876C8A031B47844BBF9E220BABD84504</vt:lpwstr>
  </property>
  <property fmtid="{D5CDD505-2E9C-101B-9397-08002B2CF9AE}" pid="3" name="MSIP_Label_2988f0a4-524a-45f2-829d-417725fa4957_Enabled">
    <vt:lpwstr>true</vt:lpwstr>
  </property>
  <property fmtid="{D5CDD505-2E9C-101B-9397-08002B2CF9AE}" pid="4" name="MSIP_Label_2988f0a4-524a-45f2-829d-417725fa4957_SetDate">
    <vt:lpwstr>2021-04-15T10:29:44Z</vt:lpwstr>
  </property>
  <property fmtid="{D5CDD505-2E9C-101B-9397-08002B2CF9AE}" pid="5" name="MSIP_Label_2988f0a4-524a-45f2-829d-417725fa4957_Method">
    <vt:lpwstr>Standard</vt:lpwstr>
  </property>
  <property fmtid="{D5CDD505-2E9C-101B-9397-08002B2CF9AE}" pid="6" name="MSIP_Label_2988f0a4-524a-45f2-829d-417725fa4957_Name">
    <vt:lpwstr>2988f0a4-524a-45f2-829d-417725fa4957</vt:lpwstr>
  </property>
  <property fmtid="{D5CDD505-2E9C-101B-9397-08002B2CF9AE}" pid="7" name="MSIP_Label_2988f0a4-524a-45f2-829d-417725fa4957_SiteId">
    <vt:lpwstr>52daf2a9-3b73-4da4-ac6a-3f81adc92b7e</vt:lpwstr>
  </property>
  <property fmtid="{D5CDD505-2E9C-101B-9397-08002B2CF9AE}" pid="8" name="MSIP_Label_2988f0a4-524a-45f2-829d-417725fa4957_ActionId">
    <vt:lpwstr/>
  </property>
  <property fmtid="{D5CDD505-2E9C-101B-9397-08002B2CF9AE}" pid="9" name="MSIP_Label_2988f0a4-524a-45f2-829d-417725fa4957_ContentBits">
    <vt:lpwstr>0</vt:lpwstr>
  </property>
  <property fmtid="{D5CDD505-2E9C-101B-9397-08002B2CF9AE}" pid="10" name="TaxKeyword">
    <vt:lpwstr>86;#Pressemitteilung|bec14471-0480-4ac2-a036-392818ac906a;#25;#Endress+Hauser|c8c1b1f5-f7a0-43da-adac-a9b1b8268aa6</vt:lpwstr>
  </property>
  <property fmtid="{D5CDD505-2E9C-101B-9397-08002B2CF9AE}" pid="11" name="_dlc_DocIdItemGuid">
    <vt:lpwstr>13af39a1-1fb6-4b6f-9b00-377ea5c9ee4c</vt:lpwstr>
  </property>
  <property fmtid="{D5CDD505-2E9C-101B-9397-08002B2CF9AE}" pid="12" name="MediaServiceImageTags">
    <vt:lpwstr/>
  </property>
</Properties>
</file>